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CA9F" w14:textId="2F69FC7A" w:rsidR="00003D98" w:rsidRPr="00EA239D" w:rsidRDefault="00D619CE" w:rsidP="00D619CE">
      <w:pPr>
        <w:jc w:val="right"/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 xml:space="preserve">Końskowola, dnia </w:t>
      </w:r>
      <w:r w:rsidR="00BD3ED6">
        <w:rPr>
          <w:rFonts w:ascii="Cambria" w:hAnsi="Cambria" w:cstheme="majorHAnsi"/>
          <w:lang w:val="en"/>
        </w:rPr>
        <w:t>30</w:t>
      </w:r>
      <w:r w:rsidR="002650FD">
        <w:rPr>
          <w:rFonts w:ascii="Cambria" w:hAnsi="Cambria" w:cstheme="majorHAnsi"/>
          <w:lang w:val="en"/>
        </w:rPr>
        <w:t xml:space="preserve"> </w:t>
      </w:r>
      <w:proofErr w:type="spellStart"/>
      <w:r w:rsidR="002650FD">
        <w:rPr>
          <w:rFonts w:ascii="Cambria" w:hAnsi="Cambria" w:cstheme="majorHAnsi"/>
          <w:lang w:val="en"/>
        </w:rPr>
        <w:t>kwietnia</w:t>
      </w:r>
      <w:proofErr w:type="spellEnd"/>
      <w:r w:rsidRPr="00EA239D">
        <w:rPr>
          <w:rFonts w:ascii="Cambria" w:hAnsi="Cambria" w:cstheme="majorHAnsi"/>
          <w:lang w:val="en"/>
        </w:rPr>
        <w:t xml:space="preserve"> 202</w:t>
      </w:r>
      <w:r w:rsidR="003B362A" w:rsidRPr="00EA239D">
        <w:rPr>
          <w:rFonts w:ascii="Cambria" w:hAnsi="Cambria" w:cstheme="majorHAnsi"/>
          <w:lang w:val="en"/>
        </w:rPr>
        <w:t>5</w:t>
      </w:r>
      <w:r w:rsidRPr="00EA239D">
        <w:rPr>
          <w:rFonts w:ascii="Cambria" w:hAnsi="Cambria" w:cstheme="majorHAnsi"/>
          <w:lang w:val="en"/>
        </w:rPr>
        <w:t xml:space="preserve"> r.</w:t>
      </w:r>
    </w:p>
    <w:p w14:paraId="12B78711" w14:textId="6B00884C" w:rsidR="00D619CE" w:rsidRPr="00EA239D" w:rsidRDefault="003B362A" w:rsidP="001E5EB6">
      <w:pPr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>Znak sprawy</w:t>
      </w:r>
      <w:r w:rsidR="00EF3E6B" w:rsidRPr="00EA239D">
        <w:rPr>
          <w:rFonts w:ascii="Cambria" w:hAnsi="Cambria" w:cstheme="majorHAnsi"/>
          <w:lang w:val="en"/>
        </w:rPr>
        <w:t>: ZP.271.2.</w:t>
      </w:r>
      <w:r w:rsidR="00BD3ED6">
        <w:rPr>
          <w:rFonts w:ascii="Cambria" w:hAnsi="Cambria" w:cstheme="majorHAnsi"/>
          <w:lang w:val="en"/>
        </w:rPr>
        <w:t>20</w:t>
      </w:r>
      <w:r w:rsidR="00EF3E6B" w:rsidRPr="00EA239D">
        <w:rPr>
          <w:rFonts w:ascii="Cambria" w:hAnsi="Cambria" w:cstheme="majorHAnsi"/>
          <w:lang w:val="en"/>
        </w:rPr>
        <w:t>.202</w:t>
      </w:r>
      <w:r w:rsidR="00590377">
        <w:rPr>
          <w:rFonts w:ascii="Cambria" w:hAnsi="Cambria" w:cstheme="majorHAnsi"/>
          <w:lang w:val="en"/>
        </w:rPr>
        <w:t>5</w:t>
      </w:r>
    </w:p>
    <w:p w14:paraId="1692A09A" w14:textId="77777777" w:rsidR="00E166FF" w:rsidRPr="00EA239D" w:rsidRDefault="00E166FF" w:rsidP="002F7DC3">
      <w:pPr>
        <w:jc w:val="both"/>
        <w:rPr>
          <w:rFonts w:ascii="Cambria" w:hAnsi="Cambria" w:cstheme="majorHAnsi"/>
        </w:rPr>
      </w:pPr>
    </w:p>
    <w:p w14:paraId="1227F164" w14:textId="6E21770B" w:rsidR="00E166FF" w:rsidRPr="00EA239D" w:rsidRDefault="002650FD" w:rsidP="00F00141">
      <w:pPr>
        <w:spacing w:after="0" w:line="240" w:lineRule="auto"/>
        <w:ind w:left="1416" w:firstLine="708"/>
        <w:jc w:val="both"/>
        <w:rPr>
          <w:rFonts w:ascii="Cambria" w:hAnsi="Cambria" w:cstheme="majorHAnsi"/>
          <w:b/>
          <w:i/>
        </w:rPr>
      </w:pPr>
      <w:r>
        <w:rPr>
          <w:rFonts w:ascii="Cambria" w:hAnsi="Cambria" w:cstheme="majorHAnsi"/>
          <w:b/>
          <w:i/>
        </w:rPr>
        <w:t>I</w:t>
      </w:r>
      <w:r w:rsidR="002D745F" w:rsidRPr="00EA239D">
        <w:rPr>
          <w:rFonts w:ascii="Cambria" w:hAnsi="Cambria" w:cstheme="majorHAnsi"/>
          <w:b/>
          <w:i/>
        </w:rPr>
        <w:t xml:space="preserve">nformacja o </w:t>
      </w:r>
      <w:r w:rsidR="00590377">
        <w:rPr>
          <w:rFonts w:ascii="Cambria" w:hAnsi="Cambria" w:cstheme="majorHAnsi"/>
          <w:b/>
          <w:i/>
        </w:rPr>
        <w:t>wyborze najkorzystniejszej oferty</w:t>
      </w:r>
    </w:p>
    <w:p w14:paraId="21643AB5" w14:textId="77777777" w:rsidR="00E166FF" w:rsidRPr="00EA239D" w:rsidRDefault="00E166FF" w:rsidP="00E166FF">
      <w:pPr>
        <w:spacing w:after="0" w:line="240" w:lineRule="auto"/>
        <w:jc w:val="both"/>
        <w:rPr>
          <w:rFonts w:ascii="Cambria" w:hAnsi="Cambria" w:cstheme="majorHAnsi"/>
          <w:bCs/>
          <w:i/>
        </w:rPr>
      </w:pPr>
      <w:r w:rsidRPr="00EA239D">
        <w:rPr>
          <w:rFonts w:ascii="Cambria" w:hAnsi="Cambria" w:cstheme="majorHAnsi"/>
          <w:b/>
          <w:i/>
        </w:rPr>
        <w:tab/>
      </w:r>
    </w:p>
    <w:p w14:paraId="26F0B1F6" w14:textId="408DEE42" w:rsidR="002B6002" w:rsidRPr="00BC0F41" w:rsidRDefault="00E166FF" w:rsidP="00BC0F41">
      <w:pPr>
        <w:pStyle w:val="NormalnyWeb"/>
        <w:tabs>
          <w:tab w:val="left" w:pos="6480"/>
        </w:tabs>
        <w:jc w:val="both"/>
        <w:rPr>
          <w:rFonts w:ascii="Calibri" w:hAnsi="Calibri" w:cs="Calibri"/>
          <w:b/>
        </w:rPr>
      </w:pPr>
      <w:r w:rsidRPr="00EA239D">
        <w:rPr>
          <w:rFonts w:ascii="Cambria" w:hAnsi="Cambria" w:cstheme="majorHAnsi"/>
          <w:bCs/>
        </w:rPr>
        <w:t xml:space="preserve">Zamawiający, Gmina Końskowola z siedzibą w Końskowoli, </w:t>
      </w:r>
      <w:r w:rsidR="002D745F" w:rsidRPr="00EA239D">
        <w:rPr>
          <w:rFonts w:ascii="Cambria" w:hAnsi="Cambria" w:cstheme="majorHAnsi"/>
          <w:bCs/>
        </w:rPr>
        <w:t xml:space="preserve">informuje o </w:t>
      </w:r>
      <w:r w:rsidR="00590377">
        <w:rPr>
          <w:rFonts w:ascii="Cambria" w:hAnsi="Cambria" w:cstheme="majorHAnsi"/>
          <w:bCs/>
        </w:rPr>
        <w:t xml:space="preserve">wyborze najkorzystniejszej oferty w postępowaniu </w:t>
      </w:r>
      <w:r w:rsidR="002D31FF">
        <w:rPr>
          <w:rFonts w:ascii="Cambria" w:hAnsi="Cambria" w:cstheme="majorHAnsi"/>
          <w:bCs/>
        </w:rPr>
        <w:t xml:space="preserve">pn. </w:t>
      </w:r>
      <w:r w:rsidR="002B6002" w:rsidRPr="00B90702">
        <w:t>sporządzenie dokumentacji projektowej dla zadania inwestycyjnego pod nazwą: „</w:t>
      </w:r>
      <w:r w:rsidR="00BD3ED6" w:rsidRPr="00A67580">
        <w:rPr>
          <w:rFonts w:ascii="Calibri" w:hAnsi="Calibri" w:cs="Calibri"/>
          <w:b/>
        </w:rPr>
        <w:t xml:space="preserve">Wykonanie usługi usuwania barszczu Sosnowskiego </w:t>
      </w:r>
      <w:r w:rsidR="00BD3ED6">
        <w:rPr>
          <w:rFonts w:ascii="Calibri" w:hAnsi="Calibri" w:cs="Calibri"/>
          <w:b/>
        </w:rPr>
        <w:br/>
      </w:r>
      <w:r w:rsidR="00BD3ED6" w:rsidRPr="00A67580">
        <w:rPr>
          <w:rFonts w:ascii="Calibri" w:hAnsi="Calibri" w:cs="Calibri"/>
          <w:b/>
        </w:rPr>
        <w:t>w ramach zadania pn.: „Ochrona gatunków rodzimych przed inwazją barszczu Sosnowskiego na terenie Gminy Końskowola”.</w:t>
      </w:r>
    </w:p>
    <w:p w14:paraId="1F2B466F" w14:textId="638D27DC" w:rsidR="00590377" w:rsidRDefault="00590377" w:rsidP="00590377">
      <w:pPr>
        <w:pStyle w:val="NormalnyWeb"/>
        <w:widowControl w:val="0"/>
        <w:spacing w:after="120" w:line="300" w:lineRule="exact"/>
        <w:jc w:val="both"/>
        <w:rPr>
          <w:rFonts w:ascii="Cambria" w:hAnsi="Cambria"/>
          <w:spacing w:val="-2"/>
        </w:rPr>
      </w:pPr>
      <w:r w:rsidRPr="00D17A16">
        <w:rPr>
          <w:rFonts w:ascii="Cambria" w:hAnsi="Cambria"/>
          <w:b/>
          <w:bCs/>
          <w:spacing w:val="-2"/>
        </w:rPr>
        <w:t>Najkorzystniejszą ofertą</w:t>
      </w:r>
      <w:r w:rsidRPr="00D17A16">
        <w:rPr>
          <w:rFonts w:ascii="Cambria" w:hAnsi="Cambria"/>
          <w:spacing w:val="-2"/>
        </w:rPr>
        <w:t xml:space="preserve"> pod względem kryterium określonym w zapytaniu ofertowym (cena- 100%) jest </w:t>
      </w:r>
      <w:r w:rsidRPr="00D17A16">
        <w:rPr>
          <w:rFonts w:ascii="Cambria" w:hAnsi="Cambria"/>
          <w:b/>
          <w:bCs/>
          <w:spacing w:val="-2"/>
        </w:rPr>
        <w:t xml:space="preserve">oferta nr </w:t>
      </w:r>
      <w:r w:rsidR="00BD3ED6">
        <w:rPr>
          <w:rFonts w:ascii="Cambria" w:hAnsi="Cambria"/>
          <w:b/>
          <w:bCs/>
          <w:spacing w:val="-2"/>
        </w:rPr>
        <w:t>2</w:t>
      </w:r>
      <w:r w:rsidRPr="00D17A16">
        <w:rPr>
          <w:rFonts w:ascii="Cambria" w:hAnsi="Cambria"/>
          <w:b/>
          <w:bCs/>
          <w:spacing w:val="-2"/>
        </w:rPr>
        <w:t>,</w:t>
      </w:r>
      <w:r w:rsidRPr="00D17A16">
        <w:rPr>
          <w:rFonts w:ascii="Cambria" w:hAnsi="Cambria"/>
          <w:spacing w:val="-2"/>
        </w:rPr>
        <w:t xml:space="preserve"> złożona przez Wykonawcę:</w:t>
      </w:r>
    </w:p>
    <w:p w14:paraId="5A39C9CB" w14:textId="5B551AFA" w:rsidR="00590377" w:rsidRPr="00BD3ED6" w:rsidRDefault="00BD3ED6" w:rsidP="00BD3ED6">
      <w:pPr>
        <w:pStyle w:val="Tekst"/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PRO-LAS Sp. z o.o., ul. Zarzecze 7 03-194 Warszawa</w:t>
      </w:r>
      <w:r w:rsidR="002B6002">
        <w:rPr>
          <w:rFonts w:ascii="Cambria" w:hAnsi="Cambria"/>
          <w:spacing w:val="-2"/>
        </w:rPr>
        <w:t>,</w:t>
      </w:r>
      <w:r w:rsidR="00ED21A6">
        <w:rPr>
          <w:rFonts w:ascii="Cambria" w:hAnsi="Cambria"/>
          <w:spacing w:val="-2"/>
        </w:rPr>
        <w:t xml:space="preserve"> </w:t>
      </w:r>
      <w:r w:rsidR="00590377" w:rsidRPr="00D17A16">
        <w:rPr>
          <w:rFonts w:ascii="Cambria" w:hAnsi="Cambria"/>
          <w:spacing w:val="-2"/>
        </w:rPr>
        <w:t>która otrzymała 100,00 pkt.</w:t>
      </w:r>
    </w:p>
    <w:p w14:paraId="75FF56CC" w14:textId="77777777" w:rsidR="00590377" w:rsidRPr="00D17A16" w:rsidRDefault="00590377" w:rsidP="00590377">
      <w:pPr>
        <w:spacing w:after="120" w:line="300" w:lineRule="exact"/>
        <w:jc w:val="both"/>
        <w:rPr>
          <w:rFonts w:ascii="Cambria" w:hAnsi="Cambria"/>
          <w:spacing w:val="-2"/>
        </w:rPr>
      </w:pPr>
    </w:p>
    <w:p w14:paraId="5FB1B915" w14:textId="77777777" w:rsidR="00590377" w:rsidRPr="00D17A16" w:rsidRDefault="00590377" w:rsidP="00590377">
      <w:pPr>
        <w:spacing w:line="300" w:lineRule="exact"/>
        <w:jc w:val="both"/>
        <w:rPr>
          <w:rFonts w:ascii="Cambria" w:hAnsi="Cambria"/>
          <w:b/>
          <w:spacing w:val="-2"/>
        </w:rPr>
      </w:pPr>
      <w:r w:rsidRPr="00D17A16">
        <w:rPr>
          <w:rFonts w:ascii="Cambria" w:hAnsi="Cambria"/>
          <w:b/>
          <w:spacing w:val="-2"/>
          <w:u w:val="single"/>
        </w:rPr>
        <w:t>Odnośnie pozostałych Wykonawców biorących udział w postępowaniu</w:t>
      </w:r>
      <w:r w:rsidRPr="00D17A16">
        <w:rPr>
          <w:rFonts w:ascii="Cambria" w:hAnsi="Cambria"/>
          <w:b/>
          <w:spacing w:val="-2"/>
        </w:rPr>
        <w:t>:</w:t>
      </w:r>
    </w:p>
    <w:p w14:paraId="1C035E20" w14:textId="526B8524" w:rsidR="00C909FE" w:rsidRDefault="002B6002" w:rsidP="00590377">
      <w:pPr>
        <w:spacing w:after="120" w:line="300" w:lineRule="exact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Oferta </w:t>
      </w:r>
      <w:r w:rsidR="00BD3ED6">
        <w:rPr>
          <w:rFonts w:ascii="Cambria" w:hAnsi="Cambria"/>
          <w:bCs/>
        </w:rPr>
        <w:t xml:space="preserve">nr 1 </w:t>
      </w:r>
      <w:r>
        <w:rPr>
          <w:rFonts w:ascii="Cambria" w:hAnsi="Cambria"/>
          <w:bCs/>
        </w:rPr>
        <w:t xml:space="preserve">złożona przez </w:t>
      </w:r>
      <w:r w:rsidR="00BD3ED6">
        <w:rPr>
          <w:rFonts w:ascii="Cambria" w:hAnsi="Cambria" w:cs="Arial"/>
        </w:rPr>
        <w:t xml:space="preserve">Zakład Usług Leśnych, Tartacznictwo, Handel Drewnem Józef Hawro, </w:t>
      </w:r>
      <w:r w:rsidR="00BD3ED6">
        <w:rPr>
          <w:rFonts w:ascii="Cambria" w:hAnsi="Cambria" w:cs="Arial"/>
        </w:rPr>
        <w:br/>
        <w:t>Husów 155, 37-121 Hawro</w:t>
      </w:r>
      <w:r>
        <w:rPr>
          <w:rFonts w:ascii="Cambria" w:hAnsi="Cambria"/>
          <w:bCs/>
        </w:rPr>
        <w:t xml:space="preserve">, która otrzymała </w:t>
      </w:r>
      <w:r w:rsidR="00BD3ED6">
        <w:rPr>
          <w:rFonts w:ascii="Cambria" w:hAnsi="Cambria"/>
          <w:bCs/>
        </w:rPr>
        <w:t>18,80</w:t>
      </w:r>
      <w:r>
        <w:rPr>
          <w:rFonts w:ascii="Cambria" w:hAnsi="Cambria"/>
          <w:bCs/>
        </w:rPr>
        <w:t xml:space="preserve"> pkt.</w:t>
      </w:r>
    </w:p>
    <w:p w14:paraId="4915FAFD" w14:textId="727E5C4F" w:rsidR="00ED21A6" w:rsidRDefault="00BD3ED6" w:rsidP="00BD3ED6">
      <w:pPr>
        <w:pStyle w:val="Tekst"/>
        <w:spacing w:after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Oferta nr 3 złożona przez </w:t>
      </w:r>
      <w:r>
        <w:rPr>
          <w:rFonts w:ascii="Cambria" w:hAnsi="Cambria" w:cs="Arial"/>
        </w:rPr>
        <w:t>Gospodarstwo Leśne P</w:t>
      </w:r>
      <w:r>
        <w:rPr>
          <w:rFonts w:ascii="Cambria" w:hAnsi="Cambria" w:cs="Arial"/>
        </w:rPr>
        <w:t>o</w:t>
      </w:r>
      <w:r>
        <w:rPr>
          <w:rFonts w:ascii="Cambria" w:hAnsi="Cambria" w:cs="Arial"/>
        </w:rPr>
        <w:t>lskie Lasy sp. z o.o.,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ul. Piotra </w:t>
      </w:r>
      <w:proofErr w:type="spellStart"/>
      <w:r>
        <w:rPr>
          <w:rFonts w:ascii="Cambria" w:hAnsi="Cambria" w:cs="Arial"/>
        </w:rPr>
        <w:t>Faklińskiego</w:t>
      </w:r>
      <w:proofErr w:type="spellEnd"/>
      <w:r>
        <w:rPr>
          <w:rFonts w:ascii="Cambria" w:hAnsi="Cambria" w:cs="Arial"/>
        </w:rPr>
        <w:t xml:space="preserve"> 6, Truskaw 05-800 Izabelin</w:t>
      </w:r>
      <w:r>
        <w:rPr>
          <w:rFonts w:ascii="Cambria" w:hAnsi="Cambria" w:cs="Arial"/>
        </w:rPr>
        <w:t xml:space="preserve">, </w:t>
      </w:r>
      <w:r>
        <w:rPr>
          <w:rFonts w:ascii="Cambria" w:hAnsi="Cambria"/>
          <w:bCs/>
        </w:rPr>
        <w:t xml:space="preserve">która otrzymała </w:t>
      </w:r>
      <w:r w:rsidR="00BC0F41">
        <w:rPr>
          <w:rFonts w:ascii="Cambria" w:hAnsi="Cambria"/>
          <w:bCs/>
        </w:rPr>
        <w:t>8,02</w:t>
      </w:r>
      <w:r>
        <w:rPr>
          <w:rFonts w:ascii="Cambria" w:hAnsi="Cambria"/>
          <w:bCs/>
        </w:rPr>
        <w:t xml:space="preserve"> pkt.</w:t>
      </w:r>
    </w:p>
    <w:p w14:paraId="72130498" w14:textId="77777777" w:rsidR="00BC0F41" w:rsidRDefault="00BC0F41" w:rsidP="00BD3ED6">
      <w:pPr>
        <w:pStyle w:val="Tekst"/>
        <w:spacing w:after="0"/>
        <w:jc w:val="both"/>
        <w:rPr>
          <w:rFonts w:ascii="Cambria" w:hAnsi="Cambria"/>
          <w:bCs/>
        </w:rPr>
      </w:pPr>
    </w:p>
    <w:p w14:paraId="74A89A6B" w14:textId="71BEEB74" w:rsidR="00BC0F41" w:rsidRDefault="00BC0F41" w:rsidP="00BC0F41">
      <w:pPr>
        <w:pStyle w:val="Tekst"/>
        <w:spacing w:after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Oferta nr 4 </w:t>
      </w:r>
      <w:r>
        <w:rPr>
          <w:rFonts w:ascii="Cambria" w:hAnsi="Cambria"/>
          <w:bCs/>
        </w:rPr>
        <w:t>złożona przez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AMAT” </w:t>
      </w:r>
      <w:proofErr w:type="spellStart"/>
      <w:r>
        <w:rPr>
          <w:rFonts w:ascii="Cambria" w:hAnsi="Cambria" w:cs="Arial"/>
        </w:rPr>
        <w:t>Matyszek</w:t>
      </w:r>
      <w:proofErr w:type="spellEnd"/>
      <w:r>
        <w:rPr>
          <w:rFonts w:ascii="Cambria" w:hAnsi="Cambria" w:cs="Arial"/>
        </w:rPr>
        <w:t xml:space="preserve"> Albert</w:t>
      </w:r>
      <w:r>
        <w:rPr>
          <w:rFonts w:ascii="Cambria" w:hAnsi="Cambria" w:cs="Arial"/>
        </w:rPr>
        <w:t xml:space="preserve">, </w:t>
      </w:r>
      <w:r>
        <w:rPr>
          <w:rFonts w:ascii="Cambria" w:hAnsi="Cambria" w:cs="Arial"/>
        </w:rPr>
        <w:t>21-422 Stanin 104</w:t>
      </w:r>
      <w:r>
        <w:rPr>
          <w:rFonts w:ascii="Cambria" w:hAnsi="Cambria" w:cs="Arial"/>
        </w:rPr>
        <w:t xml:space="preserve">, </w:t>
      </w:r>
      <w:r>
        <w:rPr>
          <w:rFonts w:ascii="Cambria" w:hAnsi="Cambria"/>
          <w:bCs/>
        </w:rPr>
        <w:t>która otrzymała</w:t>
      </w:r>
      <w:r>
        <w:rPr>
          <w:rFonts w:ascii="Cambria" w:hAnsi="Cambria"/>
          <w:bCs/>
        </w:rPr>
        <w:t xml:space="preserve"> 66,67 pkt.</w:t>
      </w:r>
    </w:p>
    <w:p w14:paraId="1C61F58C" w14:textId="77777777" w:rsidR="00BC0F41" w:rsidRDefault="00BC0F41" w:rsidP="00BC0F41">
      <w:pPr>
        <w:pStyle w:val="Tekst"/>
        <w:spacing w:after="0"/>
        <w:jc w:val="both"/>
        <w:rPr>
          <w:rFonts w:ascii="Cambria" w:hAnsi="Cambria"/>
          <w:bCs/>
        </w:rPr>
      </w:pPr>
    </w:p>
    <w:p w14:paraId="726F36AF" w14:textId="55B3EA4E" w:rsidR="00BC0F41" w:rsidRDefault="00BC0F41" w:rsidP="00BC0F41">
      <w:pPr>
        <w:pStyle w:val="Tekst"/>
        <w:spacing w:after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Oferta nr 5 złożona przez </w:t>
      </w:r>
      <w:r>
        <w:rPr>
          <w:rFonts w:ascii="Cambria" w:hAnsi="Cambria" w:cs="Arial"/>
        </w:rPr>
        <w:t>Agro-BUD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Mały Dólsk2, 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86-140 Drzycim</w:t>
      </w:r>
      <w:r>
        <w:rPr>
          <w:rFonts w:ascii="Cambria" w:hAnsi="Cambria" w:cs="Arial"/>
        </w:rPr>
        <w:t>,</w:t>
      </w:r>
      <w:r w:rsidRPr="00BC0F41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która otrzymała</w:t>
      </w:r>
      <w:r>
        <w:rPr>
          <w:rFonts w:ascii="Cambria" w:hAnsi="Cambria"/>
          <w:bCs/>
        </w:rPr>
        <w:t xml:space="preserve"> 80,22 pkt.</w:t>
      </w:r>
    </w:p>
    <w:p w14:paraId="4B255007" w14:textId="77777777" w:rsidR="00BC0F41" w:rsidRDefault="00BC0F41" w:rsidP="00BC0F41">
      <w:pPr>
        <w:pStyle w:val="Tekst"/>
        <w:spacing w:after="0"/>
        <w:jc w:val="both"/>
        <w:rPr>
          <w:rFonts w:ascii="Cambria" w:hAnsi="Cambria"/>
          <w:bCs/>
        </w:rPr>
      </w:pPr>
    </w:p>
    <w:p w14:paraId="3D7F4A11" w14:textId="25EE4305" w:rsidR="00BC0F41" w:rsidRPr="00BD3ED6" w:rsidRDefault="00BC0F41" w:rsidP="00BC0F41">
      <w:pPr>
        <w:pStyle w:val="Tekst"/>
        <w:spacing w:after="0"/>
        <w:jc w:val="both"/>
        <w:rPr>
          <w:rFonts w:ascii="Cambria" w:hAnsi="Cambria" w:cs="Arial"/>
        </w:rPr>
      </w:pPr>
      <w:r>
        <w:rPr>
          <w:rFonts w:ascii="Cambria" w:hAnsi="Cambria"/>
          <w:bCs/>
        </w:rPr>
        <w:t xml:space="preserve">Oferta nr 6 złożona przez </w:t>
      </w:r>
      <w:r>
        <w:rPr>
          <w:rFonts w:ascii="Cambria" w:hAnsi="Cambria" w:cs="Arial"/>
        </w:rPr>
        <w:t>RINAR Rafał Krakowiak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Koźla 44,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66-008 Świnica</w:t>
      </w:r>
      <w:r>
        <w:rPr>
          <w:rFonts w:ascii="Cambria" w:hAnsi="Cambria" w:cs="Arial"/>
        </w:rPr>
        <w:t xml:space="preserve">, </w:t>
      </w:r>
      <w:r>
        <w:rPr>
          <w:rFonts w:ascii="Cambria" w:hAnsi="Cambria"/>
          <w:bCs/>
        </w:rPr>
        <w:t>która otrzymała</w:t>
      </w:r>
      <w:r>
        <w:rPr>
          <w:rFonts w:ascii="Cambria" w:hAnsi="Cambria"/>
          <w:bCs/>
        </w:rPr>
        <w:t xml:space="preserve"> 0,66 pkt.</w:t>
      </w:r>
    </w:p>
    <w:p w14:paraId="3608071E" w14:textId="77777777" w:rsidR="00ED21A6" w:rsidRDefault="00ED21A6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2F782C7A" w14:textId="77777777" w:rsidR="0011300A" w:rsidRDefault="0011300A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7FABED1B" w14:textId="144A9A23" w:rsidR="00D619CE" w:rsidRPr="002F7DC3" w:rsidRDefault="00590377" w:rsidP="002F7DC3">
      <w:pPr>
        <w:spacing w:after="120" w:line="300" w:lineRule="exact"/>
        <w:jc w:val="both"/>
        <w:rPr>
          <w:rFonts w:ascii="Cambria" w:hAnsi="Cambria"/>
          <w:spacing w:val="-2"/>
        </w:rPr>
      </w:pPr>
      <w:r w:rsidRPr="00F31222">
        <w:rPr>
          <w:rFonts w:ascii="Cambria" w:hAnsi="Cambria"/>
          <w:bCs/>
        </w:rPr>
        <w:t>W</w:t>
      </w:r>
      <w:r w:rsidRPr="00F31222">
        <w:rPr>
          <w:rFonts w:ascii="Cambria" w:hAnsi="Cambria"/>
        </w:rPr>
        <w:t xml:space="preserve"> celu podpisania umowy proszę o kontakt z Pan</w:t>
      </w:r>
      <w:r w:rsidR="00C909FE">
        <w:rPr>
          <w:rFonts w:ascii="Cambria" w:hAnsi="Cambria"/>
        </w:rPr>
        <w:t xml:space="preserve">ią </w:t>
      </w:r>
      <w:r w:rsidR="00BC0F41">
        <w:rPr>
          <w:rFonts w:ascii="Cambria" w:hAnsi="Cambria"/>
        </w:rPr>
        <w:t>Magdaleną Próchniak</w:t>
      </w:r>
      <w:r w:rsidR="00C909FE">
        <w:rPr>
          <w:rFonts w:ascii="Cambria" w:hAnsi="Cambria"/>
        </w:rPr>
        <w:t xml:space="preserve"> </w:t>
      </w:r>
      <w:r w:rsidRPr="00F31222">
        <w:rPr>
          <w:rFonts w:ascii="Cambria" w:hAnsi="Cambria"/>
        </w:rPr>
        <w:t xml:space="preserve">e-mail: </w:t>
      </w:r>
      <w:r w:rsidR="00BC0F41">
        <w:rPr>
          <w:rFonts w:ascii="Cambria" w:hAnsi="Cambria"/>
          <w:b/>
          <w:color w:val="365F91"/>
          <w:u w:val="single"/>
        </w:rPr>
        <w:t>os</w:t>
      </w:r>
      <w:r w:rsidRPr="00F31222">
        <w:rPr>
          <w:rFonts w:ascii="Cambria" w:hAnsi="Cambria"/>
          <w:b/>
          <w:color w:val="365F91"/>
          <w:u w:val="single"/>
        </w:rPr>
        <w:t>@konskowola.info.pl</w:t>
      </w:r>
      <w:r w:rsidRPr="00F31222">
        <w:rPr>
          <w:rFonts w:ascii="Cambria" w:hAnsi="Cambria"/>
        </w:rPr>
        <w:t xml:space="preserve"> lub pod numerem telefonu (81) 881 62 01 wew. 12</w:t>
      </w:r>
      <w:r w:rsidR="00BC0F41">
        <w:rPr>
          <w:rFonts w:ascii="Cambria" w:hAnsi="Cambria"/>
        </w:rPr>
        <w:t>2</w:t>
      </w:r>
      <w:r w:rsidRPr="00F31222">
        <w:rPr>
          <w:rFonts w:ascii="Cambria" w:hAnsi="Cambria"/>
        </w:rPr>
        <w:t>.</w:t>
      </w:r>
    </w:p>
    <w:sectPr w:rsidR="00D619CE" w:rsidRPr="002F7DC3" w:rsidSect="00F46C8E">
      <w:headerReference w:type="default" r:id="rId7"/>
      <w:footerReference w:type="default" r:id="rId8"/>
      <w:pgSz w:w="11906" w:h="16838"/>
      <w:pgMar w:top="2552" w:right="1418" w:bottom="283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42298" w14:textId="77777777" w:rsidR="00735BF2" w:rsidRDefault="00735BF2" w:rsidP="00F172A4">
      <w:pPr>
        <w:spacing w:after="0" w:line="240" w:lineRule="auto"/>
      </w:pPr>
      <w:r>
        <w:separator/>
      </w:r>
    </w:p>
  </w:endnote>
  <w:endnote w:type="continuationSeparator" w:id="0">
    <w:p w14:paraId="5C10A4B4" w14:textId="77777777" w:rsidR="00735BF2" w:rsidRDefault="00735BF2" w:rsidP="00F1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ria Slab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  <w:font w:name="Adria Slab Light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A0F7" w14:textId="3E6A338E" w:rsidR="005C4457" w:rsidRDefault="00187E4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B48AA4D" wp14:editId="7DEB5938">
              <wp:simplePos x="0" y="0"/>
              <wp:positionH relativeFrom="column">
                <wp:posOffset>-120770</wp:posOffset>
              </wp:positionH>
              <wp:positionV relativeFrom="paragraph">
                <wp:posOffset>-1009015</wp:posOffset>
              </wp:positionV>
              <wp:extent cx="1763395" cy="1353787"/>
              <wp:effectExtent l="0" t="0" r="8255" b="0"/>
              <wp:wrapNone/>
              <wp:docPr id="34869446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63395" cy="1353787"/>
                        <a:chOff x="0" y="0"/>
                        <a:chExt cx="1763395" cy="1353787"/>
                      </a:xfrm>
                    </wpg:grpSpPr>
                    <wps:wsp>
                      <wps:cNvPr id="12087423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13537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526D0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</w:pPr>
                            <w:r w:rsidRPr="00BB17A8"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  <w:t>Urząd Miasta Końskowola</w:t>
                            </w:r>
                          </w:p>
                          <w:p w14:paraId="0FAEF5F2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ul. </w:t>
                            </w:r>
                            <w:proofErr w:type="spellStart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Pożowska</w:t>
                            </w:r>
                            <w:proofErr w:type="spellEnd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3A</w:t>
                            </w:r>
                          </w:p>
                          <w:p w14:paraId="461E0C7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24-130 Końskowola</w:t>
                            </w:r>
                          </w:p>
                          <w:p w14:paraId="09D1435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3C114216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NIP 716-26-71-389</w:t>
                            </w:r>
                          </w:p>
                          <w:p w14:paraId="7D212BE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REGON 431019661</w:t>
                            </w:r>
                          </w:p>
                          <w:p w14:paraId="7C9DCB3A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4C8A6495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Pr="00BB17A8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881 62 01</w:t>
                            </w:r>
                          </w:p>
                          <w:p w14:paraId="74419359" w14:textId="3623E708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="00A007F5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="00A007F5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881 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62 02</w:t>
                            </w:r>
                          </w:p>
                          <w:p w14:paraId="12BEBAC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ugkonskowola@post.pl</w:t>
                            </w:r>
                          </w:p>
                          <w:p w14:paraId="3A0FA761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  <w:p w14:paraId="0594F43B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53109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9339" y="949069"/>
                          <a:ext cx="126365" cy="2882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48AA4D" id="Grupa 1" o:spid="_x0000_s1026" style="position:absolute;margin-left:-9.5pt;margin-top:-79.45pt;width:138.85pt;height:106.6pt;z-index:251662336" coordsize="17633,13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width:17633;height:1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" stroked="f">
                <v:textbox>
                  <w:txbxContent>
                    <w:p w14:paraId="7B0526D0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</w:pPr>
                      <w:r w:rsidRPr="00BB17A8"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  <w:t>Urząd Miasta Końskowola</w:t>
                      </w:r>
                    </w:p>
                    <w:p w14:paraId="0FAEF5F2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ul. </w:t>
                      </w:r>
                      <w:proofErr w:type="spellStart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Pożowska</w:t>
                      </w:r>
                      <w:proofErr w:type="spellEnd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3A</w:t>
                      </w:r>
                    </w:p>
                    <w:p w14:paraId="461E0C7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24-130 Końskowola</w:t>
                      </w:r>
                    </w:p>
                    <w:p w14:paraId="09D1435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3C114216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NIP 716-26-71-389</w:t>
                      </w:r>
                    </w:p>
                    <w:p w14:paraId="7D212BE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REGON 431019661</w:t>
                      </w:r>
                    </w:p>
                    <w:p w14:paraId="7C9DCB3A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4C8A6495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Pr="00BB17A8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881 62 01</w:t>
                      </w:r>
                    </w:p>
                    <w:p w14:paraId="74419359" w14:textId="3623E708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="00A007F5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="00A007F5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881 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62 02</w:t>
                      </w:r>
                    </w:p>
                    <w:p w14:paraId="12BEBAC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ugkonskowola@post.pl</w:t>
                      </w:r>
                    </w:p>
                    <w:p w14:paraId="3A0FA761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  <w:p w14:paraId="0594F43B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style="position:absolute;left:693;top:9490;width:1264;height:2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">
                <v:imagedata r:id="rId2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2EA15D" wp14:editId="60501366">
              <wp:simplePos x="0" y="0"/>
              <wp:positionH relativeFrom="column">
                <wp:posOffset>4320073</wp:posOffset>
              </wp:positionH>
              <wp:positionV relativeFrom="paragraph">
                <wp:posOffset>-35249</wp:posOffset>
              </wp:positionV>
              <wp:extent cx="1763395" cy="273020"/>
              <wp:effectExtent l="0" t="0" r="8255" b="0"/>
              <wp:wrapNone/>
              <wp:docPr id="30404315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273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8294A1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</w:pP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www.</w:t>
                          </w:r>
                          <w:r w:rsidRPr="00BB17A8">
                            <w:rPr>
                              <w:rFonts w:ascii="Adria Slab" w:hAnsi="Adria Slab"/>
                              <w:color w:val="0A7C40"/>
                              <w:sz w:val="20"/>
                              <w:szCs w:val="20"/>
                            </w:rPr>
                            <w:t>konskowola</w:t>
                          </w: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.info.pl</w:t>
                          </w:r>
                        </w:p>
                        <w:p w14:paraId="6C8CBDA7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  <w:p w14:paraId="6E548F59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2EA15D" id="Pole tekstowe 2" o:spid="_x0000_s1029" type="#_x0000_t202" style="position:absolute;margin-left:340.15pt;margin-top:-2.8pt;width:138.85pt;height: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" stroked="f">
              <v:textbox>
                <w:txbxContent>
                  <w:p w14:paraId="408294A1" w14:textId="77777777" w:rsidR="00187E41" w:rsidRPr="00BB17A8" w:rsidRDefault="00187E41" w:rsidP="00187E41">
                    <w:pPr>
                      <w:spacing w:after="0"/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</w:pP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www.</w:t>
                    </w:r>
                    <w:r w:rsidRPr="00BB17A8">
                      <w:rPr>
                        <w:rFonts w:ascii="Adria Slab" w:hAnsi="Adria Slab"/>
                        <w:color w:val="0A7C40"/>
                        <w:sz w:val="20"/>
                        <w:szCs w:val="20"/>
                      </w:rPr>
                      <w:t>konskowola</w:t>
                    </w: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.info.pl</w:t>
                    </w:r>
                  </w:p>
                  <w:p w14:paraId="6C8CBDA7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  <w:p w14:paraId="6E548F59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B164A" w14:textId="77777777" w:rsidR="00735BF2" w:rsidRDefault="00735BF2" w:rsidP="00F172A4">
      <w:pPr>
        <w:spacing w:after="0" w:line="240" w:lineRule="auto"/>
      </w:pPr>
      <w:r>
        <w:separator/>
      </w:r>
    </w:p>
  </w:footnote>
  <w:footnote w:type="continuationSeparator" w:id="0">
    <w:p w14:paraId="115B3079" w14:textId="77777777" w:rsidR="00735BF2" w:rsidRDefault="00735BF2" w:rsidP="00F17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3B5B" w14:textId="53862090" w:rsidR="00F172A4" w:rsidRDefault="00187E41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64DA94E" wp14:editId="51CD7ECB">
          <wp:simplePos x="0" y="0"/>
          <wp:positionH relativeFrom="column">
            <wp:posOffset>308658</wp:posOffset>
          </wp:positionH>
          <wp:positionV relativeFrom="paragraph">
            <wp:posOffset>412798</wp:posOffset>
          </wp:positionV>
          <wp:extent cx="1811547" cy="739347"/>
          <wp:effectExtent l="0" t="0" r="0" b="3810"/>
          <wp:wrapNone/>
          <wp:docPr id="20375268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526892" name="Obraz 20375268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547" cy="739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2027"/>
    <w:multiLevelType w:val="hybridMultilevel"/>
    <w:tmpl w:val="9B70A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5AF2"/>
    <w:multiLevelType w:val="hybridMultilevel"/>
    <w:tmpl w:val="9B70AB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D51E5"/>
    <w:multiLevelType w:val="hybridMultilevel"/>
    <w:tmpl w:val="EE9ECAFA"/>
    <w:lvl w:ilvl="0" w:tplc="EB666DF6">
      <w:numFmt w:val="bullet"/>
      <w:lvlText w:val="-"/>
      <w:lvlJc w:val="left"/>
      <w:pPr>
        <w:ind w:left="560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65" w:hanging="360"/>
      </w:pPr>
      <w:rPr>
        <w:rFonts w:ascii="Wingdings" w:hAnsi="Wingdings" w:hint="default"/>
      </w:rPr>
    </w:lvl>
  </w:abstractNum>
  <w:num w:numId="1" w16cid:durableId="473303543">
    <w:abstractNumId w:val="2"/>
  </w:num>
  <w:num w:numId="2" w16cid:durableId="977993912">
    <w:abstractNumId w:val="0"/>
  </w:num>
  <w:num w:numId="3" w16cid:durableId="134119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AB"/>
    <w:rsid w:val="000020A0"/>
    <w:rsid w:val="00003D98"/>
    <w:rsid w:val="0002635F"/>
    <w:rsid w:val="00045E0F"/>
    <w:rsid w:val="00054C39"/>
    <w:rsid w:val="00055BB9"/>
    <w:rsid w:val="00074DE4"/>
    <w:rsid w:val="00091812"/>
    <w:rsid w:val="000C209E"/>
    <w:rsid w:val="000D1309"/>
    <w:rsid w:val="000D5C6F"/>
    <w:rsid w:val="00105864"/>
    <w:rsid w:val="0011300A"/>
    <w:rsid w:val="00131A06"/>
    <w:rsid w:val="00187E41"/>
    <w:rsid w:val="001922B4"/>
    <w:rsid w:val="001A2665"/>
    <w:rsid w:val="001A6E85"/>
    <w:rsid w:val="001C3EAB"/>
    <w:rsid w:val="001E5EB6"/>
    <w:rsid w:val="002122DB"/>
    <w:rsid w:val="00220F52"/>
    <w:rsid w:val="00222E80"/>
    <w:rsid w:val="00237AB5"/>
    <w:rsid w:val="00255C79"/>
    <w:rsid w:val="002650FD"/>
    <w:rsid w:val="00292E44"/>
    <w:rsid w:val="002A0033"/>
    <w:rsid w:val="002A017A"/>
    <w:rsid w:val="002A39BB"/>
    <w:rsid w:val="002B6002"/>
    <w:rsid w:val="002C1BE4"/>
    <w:rsid w:val="002D31FF"/>
    <w:rsid w:val="002D6492"/>
    <w:rsid w:val="002D745F"/>
    <w:rsid w:val="002E4C76"/>
    <w:rsid w:val="002F7DC3"/>
    <w:rsid w:val="0036024E"/>
    <w:rsid w:val="00374BB3"/>
    <w:rsid w:val="00375E69"/>
    <w:rsid w:val="003B362A"/>
    <w:rsid w:val="003C6B8E"/>
    <w:rsid w:val="003E3B50"/>
    <w:rsid w:val="003F0864"/>
    <w:rsid w:val="003F1E74"/>
    <w:rsid w:val="003F295D"/>
    <w:rsid w:val="003F2ECE"/>
    <w:rsid w:val="004076E8"/>
    <w:rsid w:val="00431C5E"/>
    <w:rsid w:val="00447EEE"/>
    <w:rsid w:val="00452E12"/>
    <w:rsid w:val="0047096C"/>
    <w:rsid w:val="004A33E0"/>
    <w:rsid w:val="004E57F1"/>
    <w:rsid w:val="00502959"/>
    <w:rsid w:val="005651A9"/>
    <w:rsid w:val="00590377"/>
    <w:rsid w:val="00594297"/>
    <w:rsid w:val="005A0353"/>
    <w:rsid w:val="005B41F3"/>
    <w:rsid w:val="005C4457"/>
    <w:rsid w:val="005D16B5"/>
    <w:rsid w:val="005F3F1C"/>
    <w:rsid w:val="00611284"/>
    <w:rsid w:val="00654CC8"/>
    <w:rsid w:val="006624FF"/>
    <w:rsid w:val="00662621"/>
    <w:rsid w:val="006B0C76"/>
    <w:rsid w:val="006C1229"/>
    <w:rsid w:val="00703F64"/>
    <w:rsid w:val="00705BD1"/>
    <w:rsid w:val="00725E4E"/>
    <w:rsid w:val="00733FF3"/>
    <w:rsid w:val="00735BF2"/>
    <w:rsid w:val="00740650"/>
    <w:rsid w:val="0074777D"/>
    <w:rsid w:val="00752191"/>
    <w:rsid w:val="007A621A"/>
    <w:rsid w:val="007C0717"/>
    <w:rsid w:val="007C3FA5"/>
    <w:rsid w:val="007E5355"/>
    <w:rsid w:val="007F7104"/>
    <w:rsid w:val="00807824"/>
    <w:rsid w:val="00830D74"/>
    <w:rsid w:val="0083488D"/>
    <w:rsid w:val="00837E73"/>
    <w:rsid w:val="008A08FE"/>
    <w:rsid w:val="008B5E77"/>
    <w:rsid w:val="008D63CB"/>
    <w:rsid w:val="0090513B"/>
    <w:rsid w:val="009211AF"/>
    <w:rsid w:val="00933128"/>
    <w:rsid w:val="0094189F"/>
    <w:rsid w:val="00943BBF"/>
    <w:rsid w:val="009507B8"/>
    <w:rsid w:val="0095589D"/>
    <w:rsid w:val="00971BFE"/>
    <w:rsid w:val="00993F0C"/>
    <w:rsid w:val="009A346C"/>
    <w:rsid w:val="009D191D"/>
    <w:rsid w:val="009D3490"/>
    <w:rsid w:val="009E0B2E"/>
    <w:rsid w:val="009E403E"/>
    <w:rsid w:val="00A007F5"/>
    <w:rsid w:val="00A02A02"/>
    <w:rsid w:val="00A06392"/>
    <w:rsid w:val="00A10314"/>
    <w:rsid w:val="00A10447"/>
    <w:rsid w:val="00A21BF6"/>
    <w:rsid w:val="00A3422F"/>
    <w:rsid w:val="00A357DB"/>
    <w:rsid w:val="00A368CC"/>
    <w:rsid w:val="00A51A40"/>
    <w:rsid w:val="00A6082F"/>
    <w:rsid w:val="00A70772"/>
    <w:rsid w:val="00A84F23"/>
    <w:rsid w:val="00AA6F41"/>
    <w:rsid w:val="00AF118C"/>
    <w:rsid w:val="00B51014"/>
    <w:rsid w:val="00BC0F41"/>
    <w:rsid w:val="00BC73A0"/>
    <w:rsid w:val="00BD3ED6"/>
    <w:rsid w:val="00C004E9"/>
    <w:rsid w:val="00C06A30"/>
    <w:rsid w:val="00C709A6"/>
    <w:rsid w:val="00C82E3F"/>
    <w:rsid w:val="00C909FE"/>
    <w:rsid w:val="00C947AF"/>
    <w:rsid w:val="00CB5DD0"/>
    <w:rsid w:val="00CC1FE7"/>
    <w:rsid w:val="00D05A58"/>
    <w:rsid w:val="00D35B1E"/>
    <w:rsid w:val="00D619CE"/>
    <w:rsid w:val="00D74A51"/>
    <w:rsid w:val="00D97259"/>
    <w:rsid w:val="00DA2DDB"/>
    <w:rsid w:val="00DE01F3"/>
    <w:rsid w:val="00DE6E67"/>
    <w:rsid w:val="00E166FF"/>
    <w:rsid w:val="00E1751C"/>
    <w:rsid w:val="00E21B39"/>
    <w:rsid w:val="00E347FB"/>
    <w:rsid w:val="00E45922"/>
    <w:rsid w:val="00E70339"/>
    <w:rsid w:val="00E724E7"/>
    <w:rsid w:val="00E72B9A"/>
    <w:rsid w:val="00E73E5C"/>
    <w:rsid w:val="00E74832"/>
    <w:rsid w:val="00EA239D"/>
    <w:rsid w:val="00EC7C36"/>
    <w:rsid w:val="00ED0083"/>
    <w:rsid w:val="00ED21A6"/>
    <w:rsid w:val="00EF3E6B"/>
    <w:rsid w:val="00F00141"/>
    <w:rsid w:val="00F00B1C"/>
    <w:rsid w:val="00F074C6"/>
    <w:rsid w:val="00F145E9"/>
    <w:rsid w:val="00F172A4"/>
    <w:rsid w:val="00F46C8E"/>
    <w:rsid w:val="00F90078"/>
    <w:rsid w:val="00FB04ED"/>
    <w:rsid w:val="00FC6B9C"/>
    <w:rsid w:val="00FD17B8"/>
    <w:rsid w:val="00FE69E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0654E"/>
  <w15:chartTrackingRefBased/>
  <w15:docId w15:val="{F1CDDC3F-7388-4D5D-A0D2-FBFA5B6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2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2A4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D63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3E6B"/>
    <w:pPr>
      <w:ind w:left="720"/>
      <w:contextualSpacing/>
    </w:pPr>
  </w:style>
  <w:style w:type="paragraph" w:customStyle="1" w:styleId="Standard">
    <w:name w:val="Standard"/>
    <w:rsid w:val="00590377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/>
    </w:rPr>
  </w:style>
  <w:style w:type="paragraph" w:customStyle="1" w:styleId="Default">
    <w:name w:val="Default"/>
    <w:rsid w:val="0059037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Tekst">
    <w:name w:val="Tekst"/>
    <w:basedOn w:val="Normalny"/>
    <w:rsid w:val="00590377"/>
    <w:pPr>
      <w:keepNext/>
      <w:widowControl w:val="0"/>
      <w:suppressAutoHyphens/>
      <w:spacing w:after="120" w:line="100" w:lineRule="atLeast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BC0F41"/>
    <w:pPr>
      <w:keepNext/>
      <w:widowControl w:val="0"/>
      <w:suppressLineNumbers/>
      <w:suppressAutoHyphens/>
      <w:spacing w:line="100" w:lineRule="atLeast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&#322;\Desktop\GOTOWE%20MATEIRA&#321;Y\Ko&#324;skowola%20-%20Akcydensy\Papier%20Firmowy\Korespondencja%20wewn&#281;trzna%20(druk%20biurowy,%20wersje%20cyfrowe)\Word\KO&#323;SKOWLA_Papier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KOŃSKOWLA_PapierFirmowy</Template>
  <TotalTime>120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kszmigiel</cp:lastModifiedBy>
  <cp:revision>18</cp:revision>
  <cp:lastPrinted>2025-04-30T12:41:00Z</cp:lastPrinted>
  <dcterms:created xsi:type="dcterms:W3CDTF">2025-01-20T11:26:00Z</dcterms:created>
  <dcterms:modified xsi:type="dcterms:W3CDTF">2025-04-30T12:47:00Z</dcterms:modified>
</cp:coreProperties>
</file>